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9F54D4">
        <w:rPr>
          <w:rFonts w:cstheme="minorHAnsi"/>
          <w:noProof/>
        </w:rPr>
        <w:t>lundi 10 mars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71429A" w:rsidRDefault="0071429A" w:rsidP="00374A16">
      <w:pPr>
        <w:spacing w:after="120" w:line="240" w:lineRule="auto"/>
        <w:ind w:left="4536"/>
        <w:rPr>
          <w:rFonts w:cs="Arial"/>
        </w:rPr>
      </w:pPr>
    </w:p>
    <w:sectPr w:rsidR="0071429A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71429A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71429A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9F54D4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es Canotier</w:t>
                          </w:r>
                        </w:p>
                        <w:p w:rsidR="00256C33" w:rsidRDefault="009F54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 rue James Joule</w:t>
                          </w:r>
                        </w:p>
                        <w:p w:rsidR="00256C33" w:rsidRDefault="009F54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44400 REZE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F54D4" w:rsidRPr="006F1532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ma-canotiers</w:t>
                            </w:r>
                            <w:r w:rsidR="009F54D4" w:rsidRPr="006F1532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D32B5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</w:t>
                          </w:r>
                          <w:r w:rsidR="009F54D4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0 36 89 68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D32B57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00452</w:t>
                          </w:r>
                        </w:p>
                        <w:p w:rsidR="00256C33" w:rsidRPr="00BD52B4" w:rsidRDefault="008E792A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Calinous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9F54D4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es Canotier</w:t>
                    </w:r>
                  </w:p>
                  <w:p w:rsidR="00256C33" w:rsidRDefault="009F54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 rue James Joule</w:t>
                    </w:r>
                  </w:p>
                  <w:p w:rsidR="00256C33" w:rsidRDefault="009F54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44400 REZE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F54D4" w:rsidRPr="006F1532">
                        <w:rPr>
                          <w:rStyle w:val="Lienhypertexte"/>
                          <w:sz w:val="16"/>
                          <w:szCs w:val="16"/>
                        </w:rPr>
                        <w:t>ma-canotiers</w:t>
                      </w:r>
                      <w:r w:rsidR="009F54D4" w:rsidRPr="006F1532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D32B5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</w:t>
                    </w:r>
                    <w:r w:rsidR="009F54D4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0 36 89 68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D32B57">
                      <w:rPr>
                        <w:color w:val="878786"/>
                        <w:sz w:val="12"/>
                        <w:szCs w:val="12"/>
                      </w:rPr>
                      <w:t xml:space="preserve"> 00452</w:t>
                    </w:r>
                  </w:p>
                  <w:p w:rsidR="00256C33" w:rsidRPr="00BD52B4" w:rsidRDefault="008E792A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Calinous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8342C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429A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8E792A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54D4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2B57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0601CC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anotiers-pdl@vyv3.fr" TargetMode="External"/><Relationship Id="rId1" Type="http://schemas.openxmlformats.org/officeDocument/2006/relationships/hyperlink" Target="mailto:ma-canotier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b7fc1b99-8ebe-4374-9cc1-f5204f903109"/>
    <ds:schemaRef ds:uri="14d88cad-2694-4fc8-ba0f-2537f7b0032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B51146-2B3F-47AF-9F5D-7E396233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2023-12-19T11:08:00Z</dcterms:created>
  <dcterms:modified xsi:type="dcterms:W3CDTF">2025-03-10T10:04:00Z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